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F37980"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F37980"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B35A30">
                <w:rPr>
                  <w:rStyle w:val="Char2"/>
                  <w:b/>
                </w:rPr>
                <w:t xml:space="preserve">«Διεκδικούμε Μαζί» με την Ε.Σ.Α.μεΑ. στις </w:t>
              </w:r>
              <w:r w:rsidR="00B35A30" w:rsidRPr="00B35A30">
                <w:rPr>
                  <w:rStyle w:val="Char2"/>
                  <w:b/>
                </w:rPr>
                <w:t>10</w:t>
              </w:r>
              <w:r w:rsidR="00E66B2F" w:rsidRPr="00B35A30">
                <w:rPr>
                  <w:rStyle w:val="Char2"/>
                  <w:b/>
                </w:rPr>
                <w:t xml:space="preserve"> Μαρτίου στον Δήμο </w:t>
              </w:r>
            </w:sdtContent>
          </w:sdt>
        </w:sdtContent>
      </w:sdt>
      <w:r w:rsidR="00B35A30" w:rsidRPr="00B35A30">
        <w:t xml:space="preserve"> </w:t>
      </w:r>
      <w:r w:rsidR="004D182D">
        <w:rPr>
          <w:rStyle w:val="Char2"/>
          <w:b/>
        </w:rPr>
        <w:t>Γαλατσίου</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4D182D" w:rsidP="00B35A30">
              <w:r>
                <w:t>Σ</w:t>
              </w:r>
              <w:r w:rsidR="00B35A30">
                <w:t>το Κέντρο Κοινότητας</w:t>
              </w:r>
              <w:r>
                <w:t xml:space="preserve"> του Δήμου Γαλατσίου</w:t>
              </w:r>
              <w:r w:rsidR="00B35A30">
                <w:t xml:space="preserve"> </w:t>
              </w:r>
              <w:r w:rsidR="00B35A30" w:rsidRPr="00B35A30">
                <w:t>(</w:t>
              </w:r>
              <w:proofErr w:type="spellStart"/>
              <w:r w:rsidRPr="004D182D">
                <w:t>Αρχιμήδους</w:t>
              </w:r>
              <w:proofErr w:type="spellEnd"/>
              <w:r w:rsidRPr="004D182D">
                <w:t xml:space="preserve"> 2 και Ιπποκράτους</w:t>
              </w:r>
              <w:r w:rsidR="00B35A30" w:rsidRPr="00B35A30">
                <w:t>)</w:t>
              </w:r>
              <w:r>
                <w:t>,</w:t>
              </w:r>
              <w:bookmarkStart w:id="1" w:name="_GoBack"/>
              <w:bookmarkEnd w:id="1"/>
              <w:r w:rsidR="00B35A30">
                <w:t xml:space="preserve"> </w:t>
              </w:r>
              <w:r w:rsidR="00D65867">
                <w:t xml:space="preserve">την </w:t>
              </w:r>
              <w:r>
                <w:t>Τ</w:t>
              </w:r>
              <w:r w:rsidR="00B35A30">
                <w:t>ρίτη</w:t>
              </w:r>
              <w:r w:rsidR="00E10674">
                <w:t xml:space="preserve"> </w:t>
              </w:r>
              <w:r w:rsidR="00B35A30">
                <w:t>10</w:t>
              </w:r>
              <w:r w:rsidR="000805D1">
                <w:t xml:space="preserve"> </w:t>
              </w:r>
              <w:r w:rsidR="00E10674">
                <w:t>Μαρτίου</w:t>
              </w:r>
              <w:r w:rsidR="005327C0">
                <w:t xml:space="preserve"> </w:t>
              </w:r>
              <w:r w:rsidR="00FE5122">
                <w:t xml:space="preserve">κατά τις ώρες </w:t>
              </w:r>
              <w:r>
                <w:t>12.0</w:t>
              </w:r>
              <w:r w:rsidR="00FE5122">
                <w:t>0-1</w:t>
              </w:r>
              <w:r>
                <w:t>4.0</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980" w:rsidRDefault="00F37980" w:rsidP="00A5663B">
      <w:pPr>
        <w:spacing w:after="0" w:line="240" w:lineRule="auto"/>
      </w:pPr>
      <w:r>
        <w:separator/>
      </w:r>
    </w:p>
    <w:p w:rsidR="00F37980" w:rsidRDefault="00F37980"/>
  </w:endnote>
  <w:endnote w:type="continuationSeparator" w:id="0">
    <w:p w:rsidR="00F37980" w:rsidRDefault="00F37980" w:rsidP="00A5663B">
      <w:pPr>
        <w:spacing w:after="0" w:line="240" w:lineRule="auto"/>
      </w:pPr>
      <w:r>
        <w:continuationSeparator/>
      </w:r>
    </w:p>
    <w:p w:rsidR="00F37980" w:rsidRDefault="00F379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4D182D">
          <w:rPr>
            <w:noProof/>
          </w:rPr>
          <w:t>2</w:t>
        </w:r>
        <w:r>
          <w:fldChar w:fldCharType="end"/>
        </w:r>
      </w:p>
      <w:p w:rsidR="0076008A" w:rsidRDefault="00F37980"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980" w:rsidRDefault="00F37980" w:rsidP="00A5663B">
      <w:pPr>
        <w:spacing w:after="0" w:line="240" w:lineRule="auto"/>
      </w:pPr>
      <w:bookmarkStart w:id="0" w:name="_Hlk484772647"/>
      <w:bookmarkEnd w:id="0"/>
      <w:r>
        <w:separator/>
      </w:r>
    </w:p>
    <w:p w:rsidR="00F37980" w:rsidRDefault="00F37980"/>
  </w:footnote>
  <w:footnote w:type="continuationSeparator" w:id="0">
    <w:p w:rsidR="00F37980" w:rsidRDefault="00F37980" w:rsidP="00A5663B">
      <w:pPr>
        <w:spacing w:after="0" w:line="240" w:lineRule="auto"/>
      </w:pPr>
      <w:r>
        <w:continuationSeparator/>
      </w:r>
    </w:p>
    <w:p w:rsidR="00F37980" w:rsidRDefault="00F379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F37980"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0F5DEC9F" wp14:editId="214B53CC">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0E91"/>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182D"/>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FC6"/>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9E6B36"/>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35A30"/>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4A3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37980"/>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47059E"/>
    <w:rsid w:val="0048719D"/>
    <w:rsid w:val="004B3087"/>
    <w:rsid w:val="004D28CE"/>
    <w:rsid w:val="00521B60"/>
    <w:rsid w:val="00550D21"/>
    <w:rsid w:val="005A56B6"/>
    <w:rsid w:val="005D130D"/>
    <w:rsid w:val="005E1B4F"/>
    <w:rsid w:val="006164E9"/>
    <w:rsid w:val="006867B8"/>
    <w:rsid w:val="006D1887"/>
    <w:rsid w:val="00816805"/>
    <w:rsid w:val="00830C9B"/>
    <w:rsid w:val="008B10A8"/>
    <w:rsid w:val="00A06500"/>
    <w:rsid w:val="00AC78DC"/>
    <w:rsid w:val="00B14209"/>
    <w:rsid w:val="00B84378"/>
    <w:rsid w:val="00C812C3"/>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FA08B34-276B-4C63-8990-DBD142112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510</Words>
  <Characters>2758</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2020-03-06T08:31:00Z</dcterms:created>
  <dcterms:modified xsi:type="dcterms:W3CDTF">2020-03-06T08:31:00Z</dcterms:modified>
  <dc:language>Ελληνικά</dc:language>
  <cp:version>am-20180624</cp:version>
</cp:coreProperties>
</file>