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1329A5"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1329A5"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7143EF">
                <w:rPr>
                  <w:rStyle w:val="Char2"/>
                  <w:b/>
                </w:rPr>
                <w:t>12</w:t>
              </w:r>
              <w:r w:rsidR="00E66B2F" w:rsidRPr="009469AE">
                <w:rPr>
                  <w:rStyle w:val="Char2"/>
                  <w:b/>
                </w:rPr>
                <w:t xml:space="preserve"> Μαρτίου </w:t>
              </w:r>
              <w:r w:rsidR="00D4322C">
                <w:rPr>
                  <w:rStyle w:val="Char2"/>
                  <w:b/>
                </w:rPr>
                <w:t>στο Δήμο Ηρακλείου Αττικής</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D4322C" w:rsidP="00D4322C">
              <w:r>
                <w:t>Στο Κέντρο Κοινότητας του Δήμου Ηρακλείου Αττικής (</w:t>
              </w:r>
              <w:r>
                <w:t xml:space="preserve">Στέλιου </w:t>
              </w:r>
              <w:proofErr w:type="spellStart"/>
              <w:r>
                <w:t>Κ</w:t>
              </w:r>
              <w:r>
                <w:t>αραγιώργη</w:t>
              </w:r>
              <w:proofErr w:type="spellEnd"/>
              <w:r>
                <w:t xml:space="preserve"> 2 και Μαρίνου Αντύπα, </w:t>
              </w:r>
              <w:r>
                <w:t>1ος όροφος</w:t>
              </w:r>
              <w:r>
                <w:t>)</w:t>
              </w:r>
              <w:r w:rsidR="000778A0">
                <w:t xml:space="preserve">, </w:t>
              </w:r>
              <w:r>
                <w:t xml:space="preserve">θα βρεθούν </w:t>
              </w:r>
              <w:r w:rsidR="00661E2D">
                <w:t>τα στελέχη της υπηρεσίας τη</w:t>
              </w:r>
              <w:r w:rsidR="006E0D2B">
                <w:t>ς Ε</w:t>
              </w:r>
              <w:r w:rsidR="00D65867">
                <w:t xml:space="preserve">ΣΑμεΑ «Διεκδικούμε Μαζί», την </w:t>
              </w:r>
              <w:r w:rsidR="007143EF">
                <w:t>Πέμπτη 12</w:t>
              </w:r>
              <w:r w:rsidR="000805D1">
                <w:t xml:space="preserve"> </w:t>
              </w:r>
              <w:r w:rsidR="00E10674">
                <w:t>Μαρτίου</w:t>
              </w:r>
              <w:r w:rsidR="005327C0">
                <w:t xml:space="preserve"> </w:t>
              </w:r>
              <w:r w:rsidR="00FE5122">
                <w:t xml:space="preserve">κατά τις ώρες </w:t>
              </w:r>
              <w:r>
                <w:t>10</w:t>
              </w:r>
              <w:r w:rsidR="003851AB">
                <w:t>.</w:t>
              </w:r>
              <w:r w:rsidR="003851AB" w:rsidRPr="003851AB">
                <w:t>0</w:t>
              </w:r>
              <w:r w:rsidR="003851AB">
                <w:t>0-</w:t>
              </w:r>
              <w:r>
                <w:t>12</w:t>
              </w:r>
              <w:bookmarkStart w:id="1" w:name="_GoBack"/>
              <w:bookmarkEnd w:id="1"/>
              <w:r w:rsidR="009469AE">
                <w:t>.</w:t>
              </w:r>
              <w:r w:rsidR="003851AB" w:rsidRPr="003851AB">
                <w:t>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9A5" w:rsidRDefault="001329A5" w:rsidP="00A5663B">
      <w:pPr>
        <w:spacing w:after="0" w:line="240" w:lineRule="auto"/>
      </w:pPr>
      <w:r>
        <w:separator/>
      </w:r>
    </w:p>
    <w:p w:rsidR="001329A5" w:rsidRDefault="001329A5"/>
  </w:endnote>
  <w:endnote w:type="continuationSeparator" w:id="0">
    <w:p w:rsidR="001329A5" w:rsidRDefault="001329A5" w:rsidP="00A5663B">
      <w:pPr>
        <w:spacing w:after="0" w:line="240" w:lineRule="auto"/>
      </w:pPr>
      <w:r>
        <w:continuationSeparator/>
      </w:r>
    </w:p>
    <w:p w:rsidR="001329A5" w:rsidRDefault="00132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D4322C">
          <w:rPr>
            <w:noProof/>
          </w:rPr>
          <w:t>2</w:t>
        </w:r>
        <w:r>
          <w:fldChar w:fldCharType="end"/>
        </w:r>
      </w:p>
      <w:p w:rsidR="0076008A" w:rsidRDefault="001329A5"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9A5" w:rsidRDefault="001329A5" w:rsidP="00A5663B">
      <w:pPr>
        <w:spacing w:after="0" w:line="240" w:lineRule="auto"/>
      </w:pPr>
      <w:bookmarkStart w:id="0" w:name="_Hlk484772647"/>
      <w:bookmarkEnd w:id="0"/>
      <w:r>
        <w:separator/>
      </w:r>
    </w:p>
    <w:p w:rsidR="001329A5" w:rsidRDefault="001329A5"/>
  </w:footnote>
  <w:footnote w:type="continuationSeparator" w:id="0">
    <w:p w:rsidR="001329A5" w:rsidRDefault="001329A5" w:rsidP="00A5663B">
      <w:pPr>
        <w:spacing w:after="0" w:line="240" w:lineRule="auto"/>
      </w:pPr>
      <w:r>
        <w:continuationSeparator/>
      </w:r>
    </w:p>
    <w:p w:rsidR="001329A5" w:rsidRDefault="001329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1329A5"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396C9136" wp14:editId="150BA43B">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778A0"/>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329A5"/>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851AB"/>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43EF"/>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22C"/>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43F4A"/>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6E168F"/>
    <w:rsid w:val="00816805"/>
    <w:rsid w:val="00830C9B"/>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C1EE76C6-066E-4C2A-8FBD-1A225CB5F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527</Words>
  <Characters>2846</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2020-03-09T08:11:00Z</dcterms:created>
  <dcterms:modified xsi:type="dcterms:W3CDTF">2020-03-09T08:11:00Z</dcterms:modified>
  <dc:language>Ελληνικά</dc:language>
  <cp:version>am-20180624</cp:version>
</cp:coreProperties>
</file>