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B83C6A"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6T00:00:00Z">
                    <w:dateFormat w:val="dd.MM.yyyy"/>
                    <w:lid w:val="el-GR"/>
                    <w:storeMappedDataAs w:val="dateTime"/>
                    <w:calendar w:val="gregorian"/>
                  </w:date>
                </w:sdtPr>
                <w:sdtEndPr/>
                <w:sdtContent>
                  <w:r w:rsidR="000805D1">
                    <w:t>06.03.2020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8D43C8" w:rsidRDefault="00B83C6A"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0805D1">
                <w:rPr>
                  <w:rStyle w:val="Char2"/>
                  <w:b/>
                </w:rPr>
                <w:t xml:space="preserve">«Διεκδικούμε Μαζί» με την Ε.Σ.Α.μεΑ. στις </w:t>
              </w:r>
              <w:r w:rsidR="000805D1" w:rsidRPr="000805D1">
                <w:rPr>
                  <w:rStyle w:val="Char2"/>
                  <w:b/>
                </w:rPr>
                <w:t>9</w:t>
              </w:r>
              <w:r w:rsidR="00E66B2F" w:rsidRPr="000805D1">
                <w:rPr>
                  <w:rStyle w:val="Char2"/>
                  <w:b/>
                </w:rPr>
                <w:t xml:space="preserve"> Μαρτίου στον Δήμο </w:t>
              </w:r>
            </w:sdtContent>
          </w:sdt>
        </w:sdtContent>
      </w:sdt>
      <w:r w:rsidR="000805D1" w:rsidRPr="000805D1">
        <w:t xml:space="preserve"> </w:t>
      </w:r>
      <w:r w:rsidR="000805D1" w:rsidRPr="000805D1">
        <w:rPr>
          <w:rStyle w:val="Char2"/>
          <w:b/>
        </w:rPr>
        <w:t>Ν. Φιλαδέλφειας – Ν. Χαλκηδόνας</w:t>
      </w:r>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8D43C8" w:rsidP="001022B9">
              <w:r>
                <w:t xml:space="preserve">Στο Κέντρο Κοινότητας του Δήμου </w:t>
              </w:r>
              <w:r w:rsidR="000805D1" w:rsidRPr="000805D1">
                <w:t xml:space="preserve">Ν. Φιλαδέλφειας – Ν. Χαλκηδόνας </w:t>
              </w:r>
              <w:r w:rsidR="00DF0FFF">
                <w:t>(</w:t>
              </w:r>
              <w:r w:rsidR="000805D1" w:rsidRPr="000805D1">
                <w:t>Α</w:t>
              </w:r>
              <w:r w:rsidR="000805D1">
                <w:t>χαρνών</w:t>
              </w:r>
              <w:r w:rsidR="000805D1" w:rsidRPr="000805D1">
                <w:t xml:space="preserve"> 464 &amp; Α</w:t>
              </w:r>
              <w:r w:rsidR="000805D1">
                <w:t>γίων</w:t>
              </w:r>
              <w:r w:rsidR="000805D1" w:rsidRPr="000805D1">
                <w:t xml:space="preserve"> Α</w:t>
              </w:r>
              <w:r w:rsidR="000805D1">
                <w:t>ναργύρων</w:t>
              </w:r>
              <w:r w:rsidR="000805D1" w:rsidRPr="000805D1">
                <w:t xml:space="preserve">, </w:t>
              </w:r>
              <w:r w:rsidR="000805D1">
                <w:t>Νέα Χαλκηδόνα</w:t>
              </w:r>
              <w:r w:rsidR="001B212B" w:rsidRPr="001B212B">
                <w:t>)</w:t>
              </w:r>
              <w:r w:rsidR="00D01FCE">
                <w:t xml:space="preserve"> </w:t>
              </w:r>
              <w:r w:rsidR="004C1322">
                <w:t xml:space="preserve">θα βρεθούν </w:t>
              </w:r>
              <w:r w:rsidR="00661E2D">
                <w:t>τα στελέχη της υπηρεσίας τη</w:t>
              </w:r>
              <w:r w:rsidR="006E0D2B">
                <w:t>ς Ε</w:t>
              </w:r>
              <w:r w:rsidR="00D65867">
                <w:t xml:space="preserve">ΣΑμεΑ «Διεκδικούμε Μαζί», την </w:t>
              </w:r>
              <w:r w:rsidR="000805D1">
                <w:t>Δευτέρα</w:t>
              </w:r>
              <w:r w:rsidR="00E10674">
                <w:t xml:space="preserve"> </w:t>
              </w:r>
              <w:r w:rsidR="000805D1">
                <w:t xml:space="preserve">9 </w:t>
              </w:r>
              <w:r w:rsidR="00E10674">
                <w:t>Μαρτίου</w:t>
              </w:r>
              <w:r w:rsidR="005327C0">
                <w:t xml:space="preserve"> </w:t>
              </w:r>
              <w:r w:rsidR="00FE5122">
                <w:t xml:space="preserve">κατά τις ώρες </w:t>
              </w:r>
              <w:r w:rsidR="000805D1">
                <w:t>9.0</w:t>
              </w:r>
              <w:r w:rsidR="00FE5122">
                <w:t>0-1</w:t>
              </w:r>
              <w:r w:rsidR="000805D1">
                <w:t>1.0</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C6A" w:rsidRDefault="00B83C6A" w:rsidP="00A5663B">
      <w:pPr>
        <w:spacing w:after="0" w:line="240" w:lineRule="auto"/>
      </w:pPr>
      <w:r>
        <w:separator/>
      </w:r>
    </w:p>
    <w:p w:rsidR="00B83C6A" w:rsidRDefault="00B83C6A"/>
  </w:endnote>
  <w:endnote w:type="continuationSeparator" w:id="0">
    <w:p w:rsidR="00B83C6A" w:rsidRDefault="00B83C6A" w:rsidP="00A5663B">
      <w:pPr>
        <w:spacing w:after="0" w:line="240" w:lineRule="auto"/>
      </w:pPr>
      <w:r>
        <w:continuationSeparator/>
      </w:r>
    </w:p>
    <w:p w:rsidR="00B83C6A" w:rsidRDefault="00B83C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0805D1">
          <w:rPr>
            <w:noProof/>
          </w:rPr>
          <w:t>2</w:t>
        </w:r>
        <w:r>
          <w:fldChar w:fldCharType="end"/>
        </w:r>
      </w:p>
      <w:p w:rsidR="0076008A" w:rsidRDefault="00B83C6A"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C6A" w:rsidRDefault="00B83C6A" w:rsidP="00A5663B">
      <w:pPr>
        <w:spacing w:after="0" w:line="240" w:lineRule="auto"/>
      </w:pPr>
      <w:bookmarkStart w:id="0" w:name="_Hlk484772647"/>
      <w:bookmarkEnd w:id="0"/>
      <w:r>
        <w:separator/>
      </w:r>
    </w:p>
    <w:p w:rsidR="00B83C6A" w:rsidRDefault="00B83C6A"/>
  </w:footnote>
  <w:footnote w:type="continuationSeparator" w:id="0">
    <w:p w:rsidR="00B83C6A" w:rsidRDefault="00B83C6A" w:rsidP="00A5663B">
      <w:pPr>
        <w:spacing w:after="0" w:line="240" w:lineRule="auto"/>
      </w:pPr>
      <w:r>
        <w:continuationSeparator/>
      </w:r>
    </w:p>
    <w:p w:rsidR="00B83C6A" w:rsidRDefault="00B83C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B83C6A"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7868D470" wp14:editId="68AAD4FB">
                      <wp:extent cx="7553325" cy="1438642"/>
                      <wp:effectExtent l="0" t="0" r="0" b="9525"/>
                      <wp:docPr id="5" name="Εικόνα 5">
                        <a:extLst xmlns:a="http://schemas.openxmlformats.org/drawingml/2006/main">
                          <a:ext uri="{C183D7F6-B498-43B3-948B-1728B52AA6E4}">
                            <adec:decorative xmlns:w15="http://schemas.microsoft.com/office/word/2012/wordml"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83C6A"/>
    <w:rsid w:val="00B926D1"/>
    <w:rsid w:val="00B92A91"/>
    <w:rsid w:val="00B977C3"/>
    <w:rsid w:val="00BA5030"/>
    <w:rsid w:val="00BB5FA1"/>
    <w:rsid w:val="00BD105C"/>
    <w:rsid w:val="00BE04D8"/>
    <w:rsid w:val="00BE52FC"/>
    <w:rsid w:val="00BE5C62"/>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575C0"/>
    <w:rsid w:val="008B10A8"/>
    <w:rsid w:val="00A06500"/>
    <w:rsid w:val="00AC78DC"/>
    <w:rsid w:val="00B14209"/>
    <w:rsid w:val="00D02911"/>
    <w:rsid w:val="00D1176E"/>
    <w:rsid w:val="00D1211F"/>
    <w:rsid w:val="00D64CB2"/>
    <w:rsid w:val="00D751A3"/>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56F6043-3E40-4CFA-95CF-4EDECE98D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530</Words>
  <Characters>2863</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2020-03-06T07:14:00Z</dcterms:created>
  <dcterms:modified xsi:type="dcterms:W3CDTF">2020-03-06T07:14:00Z</dcterms:modified>
  <dc:language>Ελληνικά</dc:language>
  <cp:version>am-20180624</cp:version>
</cp:coreProperties>
</file>